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325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CF232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96A793" w14:textId="060B75D4" w:rsidR="0085747A" w:rsidRPr="009C54AE" w:rsidRDefault="0071620A" w:rsidP="423DD7D3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423DD7D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23DD7D3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423DD7D3" w:rsidRPr="423DD7D3">
        <w:rPr>
          <w:rFonts w:ascii="Corbel" w:hAnsi="Corbel"/>
          <w:b/>
          <w:bCs/>
          <w:smallCaps/>
          <w:sz w:val="24"/>
          <w:szCs w:val="24"/>
        </w:rPr>
        <w:t>2023 - 2025</w:t>
      </w:r>
    </w:p>
    <w:p w14:paraId="68A770F7" w14:textId="0A3ABD8F" w:rsidR="0085747A" w:rsidRDefault="0085747A" w:rsidP="423DD7D3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423DD7D3">
        <w:rPr>
          <w:rFonts w:ascii="Corbel" w:hAnsi="Corbel"/>
          <w:i/>
          <w:iCs/>
          <w:sz w:val="20"/>
          <w:szCs w:val="20"/>
        </w:rPr>
        <w:t>(skrajne daty</w:t>
      </w:r>
      <w:r w:rsidRPr="423DD7D3">
        <w:rPr>
          <w:rFonts w:ascii="Corbel" w:hAnsi="Corbel"/>
          <w:sz w:val="20"/>
          <w:szCs w:val="20"/>
        </w:rPr>
        <w:t>)</w:t>
      </w:r>
    </w:p>
    <w:p w14:paraId="7AA5A745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>
        <w:rPr>
          <w:rFonts w:ascii="Corbel" w:hAnsi="Corbel"/>
          <w:sz w:val="20"/>
          <w:szCs w:val="20"/>
        </w:rPr>
        <w:t xml:space="preserve">Rok akademicki </w:t>
      </w:r>
      <w:r w:rsidR="00731393">
        <w:rPr>
          <w:rFonts w:ascii="Corbel" w:hAnsi="Corbel"/>
          <w:sz w:val="20"/>
          <w:szCs w:val="20"/>
        </w:rPr>
        <w:t>2024/2025</w:t>
      </w:r>
    </w:p>
    <w:p w14:paraId="400EF6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DD7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B9285C" w14:textId="77777777" w:rsidTr="3AF66E1C">
        <w:tc>
          <w:tcPr>
            <w:tcW w:w="2694" w:type="dxa"/>
            <w:vAlign w:val="center"/>
          </w:tcPr>
          <w:p w14:paraId="430981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B75EB5" w14:textId="5AFF9180" w:rsidR="0085747A" w:rsidRPr="009C54AE" w:rsidRDefault="006846D7" w:rsidP="423DD7D3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23DD7D3">
              <w:rPr>
                <w:rFonts w:ascii="Corbel" w:hAnsi="Corbel"/>
                <w:bCs/>
                <w:sz w:val="24"/>
                <w:szCs w:val="24"/>
              </w:rPr>
              <w:t xml:space="preserve">Marketing </w:t>
            </w:r>
            <w:r w:rsidR="0D64F661" w:rsidRPr="423DD7D3">
              <w:rPr>
                <w:rFonts w:ascii="Corbel" w:hAnsi="Corbel"/>
                <w:bCs/>
                <w:sz w:val="24"/>
                <w:szCs w:val="24"/>
              </w:rPr>
              <w:t>i promocja miasta</w:t>
            </w:r>
          </w:p>
        </w:tc>
      </w:tr>
      <w:tr w:rsidR="0085747A" w:rsidRPr="009C54AE" w14:paraId="4DA2414B" w14:textId="77777777" w:rsidTr="3AF66E1C">
        <w:tc>
          <w:tcPr>
            <w:tcW w:w="2694" w:type="dxa"/>
            <w:vAlign w:val="center"/>
          </w:tcPr>
          <w:p w14:paraId="494E2C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17F86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5067029" w14:textId="77777777" w:rsidTr="3AF66E1C">
        <w:tc>
          <w:tcPr>
            <w:tcW w:w="2694" w:type="dxa"/>
            <w:vAlign w:val="center"/>
          </w:tcPr>
          <w:p w14:paraId="64AFAF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E68C7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B417585" w14:textId="77777777" w:rsidTr="3AF66E1C">
        <w:tc>
          <w:tcPr>
            <w:tcW w:w="2694" w:type="dxa"/>
            <w:vAlign w:val="center"/>
          </w:tcPr>
          <w:p w14:paraId="5309B4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CE95D" w14:textId="6672C38D" w:rsidR="0085747A" w:rsidRPr="009C54AE" w:rsidRDefault="00107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07ECF">
              <w:rPr>
                <w:rFonts w:ascii="Corbel" w:hAnsi="Corbel"/>
                <w:b w:val="0"/>
                <w:sz w:val="24"/>
                <w:szCs w:val="24"/>
              </w:rPr>
              <w:t>Ekonomii i Finansów</w:t>
            </w:r>
          </w:p>
        </w:tc>
      </w:tr>
      <w:tr w:rsidR="0085747A" w:rsidRPr="009C54AE" w14:paraId="0A2E3762" w14:textId="77777777" w:rsidTr="3AF66E1C">
        <w:tc>
          <w:tcPr>
            <w:tcW w:w="2694" w:type="dxa"/>
            <w:vAlign w:val="center"/>
          </w:tcPr>
          <w:p w14:paraId="694635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8E9671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miejskie </w:t>
            </w:r>
          </w:p>
        </w:tc>
      </w:tr>
      <w:tr w:rsidR="0085747A" w:rsidRPr="009C54AE" w14:paraId="23ADE415" w14:textId="77777777" w:rsidTr="3AF66E1C">
        <w:tc>
          <w:tcPr>
            <w:tcW w:w="2694" w:type="dxa"/>
            <w:vAlign w:val="center"/>
          </w:tcPr>
          <w:p w14:paraId="2A0F65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ACEA86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="0085747A" w:rsidRPr="009C54AE" w14:paraId="429DD48A" w14:textId="77777777" w:rsidTr="3AF66E1C">
        <w:tc>
          <w:tcPr>
            <w:tcW w:w="2694" w:type="dxa"/>
            <w:vAlign w:val="center"/>
          </w:tcPr>
          <w:p w14:paraId="6113C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8AEC73" w14:textId="77777777" w:rsidR="0085747A" w:rsidRPr="009C54AE" w:rsidRDefault="00543F3F" w:rsidP="001B2D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CDFFB99" w14:textId="77777777" w:rsidTr="3AF66E1C">
        <w:tc>
          <w:tcPr>
            <w:tcW w:w="2694" w:type="dxa"/>
            <w:vAlign w:val="center"/>
          </w:tcPr>
          <w:p w14:paraId="3BEF87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1BE9A9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5129096" w14:textId="77777777" w:rsidTr="3AF66E1C">
        <w:tc>
          <w:tcPr>
            <w:tcW w:w="2694" w:type="dxa"/>
            <w:vAlign w:val="center"/>
          </w:tcPr>
          <w:p w14:paraId="57C3D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621D81" w14:textId="3DA4BA66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</w:t>
            </w:r>
            <w:r w:rsidR="00FF2ED6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9C54AE" w14:paraId="0ECFE846" w14:textId="77777777" w:rsidTr="3AF66E1C">
        <w:tc>
          <w:tcPr>
            <w:tcW w:w="2694" w:type="dxa"/>
            <w:vAlign w:val="center"/>
          </w:tcPr>
          <w:p w14:paraId="1441C9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DEC247" w14:textId="33973FE8" w:rsidR="0085747A" w:rsidRPr="009C54AE" w:rsidRDefault="00FF2ED6" w:rsidP="008D5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1D6833" w14:textId="77777777" w:rsidTr="3AF66E1C">
        <w:tc>
          <w:tcPr>
            <w:tcW w:w="2694" w:type="dxa"/>
            <w:vAlign w:val="center"/>
          </w:tcPr>
          <w:p w14:paraId="590E8E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6BC97C" w14:textId="77777777" w:rsidR="00923D7D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46E1F767" w14:textId="77777777" w:rsidTr="3AF66E1C">
        <w:tc>
          <w:tcPr>
            <w:tcW w:w="2694" w:type="dxa"/>
            <w:vAlign w:val="center"/>
          </w:tcPr>
          <w:p w14:paraId="0B333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F79A29" w14:textId="6ABED941" w:rsidR="0085747A" w:rsidRPr="009C54AE" w:rsidRDefault="00FF2ED6" w:rsidP="3AF66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AF66E1C">
              <w:rPr>
                <w:rFonts w:ascii="Corbel" w:hAnsi="Corbel"/>
                <w:b w:val="0"/>
                <w:sz w:val="24"/>
                <w:szCs w:val="24"/>
              </w:rPr>
              <w:t>Grzegorz Hajduk</w:t>
            </w:r>
          </w:p>
        </w:tc>
      </w:tr>
      <w:tr w:rsidR="0085747A" w:rsidRPr="009C54AE" w14:paraId="1D25B152" w14:textId="77777777" w:rsidTr="3AF66E1C">
        <w:tc>
          <w:tcPr>
            <w:tcW w:w="2694" w:type="dxa"/>
            <w:vAlign w:val="center"/>
          </w:tcPr>
          <w:p w14:paraId="65DD0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B42CC0" w14:textId="4752B467" w:rsidR="0085747A" w:rsidRPr="009C54AE" w:rsidRDefault="00FF2ED6" w:rsidP="3AF66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AF66E1C">
              <w:rPr>
                <w:rFonts w:ascii="Corbel" w:hAnsi="Corbel"/>
                <w:b w:val="0"/>
                <w:sz w:val="24"/>
                <w:szCs w:val="24"/>
              </w:rPr>
              <w:t>Grzegorz Hajduk</w:t>
            </w:r>
          </w:p>
        </w:tc>
      </w:tr>
    </w:tbl>
    <w:p w14:paraId="4A105C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A725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5F18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360F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852"/>
        <w:gridCol w:w="755"/>
        <w:gridCol w:w="979"/>
        <w:gridCol w:w="796"/>
        <w:gridCol w:w="784"/>
        <w:gridCol w:w="591"/>
        <w:gridCol w:w="926"/>
        <w:gridCol w:w="1146"/>
        <w:gridCol w:w="1400"/>
      </w:tblGrid>
      <w:tr w:rsidR="00015B8F" w:rsidRPr="009C54AE" w14:paraId="2197CD61" w14:textId="77777777" w:rsidTr="45AB69A1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6AB8" w14:textId="0FB46D89" w:rsidR="00015B8F" w:rsidRPr="009C54AE" w:rsidRDefault="00015B8F" w:rsidP="45AB69A1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45AB69A1">
              <w:rPr>
                <w:rFonts w:ascii="Corbel" w:hAnsi="Corbel"/>
              </w:rPr>
              <w:t>Semestr</w:t>
            </w:r>
            <w:r w:rsidR="002B5EA0" w:rsidRPr="45AB69A1">
              <w:rPr>
                <w:rFonts w:ascii="Corbel" w:hAnsi="Corbel"/>
              </w:rPr>
              <w:t>(</w:t>
            </w:r>
            <w:r w:rsidR="00363F78" w:rsidRPr="45AB69A1">
              <w:rPr>
                <w:rFonts w:ascii="Corbel" w:hAnsi="Corbel"/>
              </w:rPr>
              <w:t>nr)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C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DA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BD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7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9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ED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2F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8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12B240" w14:textId="77777777" w:rsidTr="45AB69A1">
        <w:trPr>
          <w:trHeight w:val="45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A0F" w14:textId="5E6BAC5B" w:rsidR="00015B8F" w:rsidRPr="009C54AE" w:rsidRDefault="00543F3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6C40D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B7A6" w14:textId="77777777" w:rsidR="00015B8F" w:rsidRPr="009C54AE" w:rsidRDefault="00543F3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5237" w14:textId="5799B744" w:rsidR="00015B8F" w:rsidRPr="009C54AE" w:rsidRDefault="006C40D4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BF0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1581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BBFF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0013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BF6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84CA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0A9B" w14:textId="2EE6E7B5" w:rsidR="00015B8F" w:rsidRPr="009C54AE" w:rsidRDefault="006C40D4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4D283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AA2F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F88E88" w14:textId="21442E05" w:rsidR="0085747A" w:rsidRPr="009C54AE" w:rsidRDefault="001B2D38" w:rsidP="423DD7D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423DD7D3">
        <w:rPr>
          <w:rFonts w:ascii="MS Gothic" w:eastAsia="MS Gothic" w:hAnsi="MS Gothic" w:cs="MS Gothic"/>
          <w:b w:val="0"/>
        </w:rPr>
        <w:t xml:space="preserve"> x</w:t>
      </w:r>
      <w:r w:rsidR="0085747A" w:rsidRPr="423DD7D3">
        <w:rPr>
          <w:rFonts w:ascii="Corbel" w:hAnsi="Corbel"/>
          <w:b w:val="0"/>
          <w:smallCaps w:val="0"/>
        </w:rPr>
        <w:t xml:space="preserve"> zajęcia w formie tradycyjnej </w:t>
      </w:r>
    </w:p>
    <w:p w14:paraId="1880E7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2F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457756" w14:textId="71C4E739" w:rsidR="00E22FBC" w:rsidRPr="009C54AE" w:rsidRDefault="00E22FBC" w:rsidP="45AB69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45AB69A1">
        <w:rPr>
          <w:rFonts w:ascii="Corbel" w:hAnsi="Corbel"/>
          <w:smallCaps w:val="0"/>
        </w:rPr>
        <w:t xml:space="preserve">1.3 </w:t>
      </w:r>
      <w:r>
        <w:tab/>
      </w:r>
      <w:r w:rsidRPr="45AB69A1">
        <w:rPr>
          <w:rFonts w:ascii="Corbel" w:hAnsi="Corbel"/>
          <w:smallCaps w:val="0"/>
        </w:rPr>
        <w:t>For</w:t>
      </w:r>
      <w:r w:rsidR="00445970" w:rsidRPr="45AB69A1">
        <w:rPr>
          <w:rFonts w:ascii="Corbel" w:hAnsi="Corbel"/>
          <w:smallCaps w:val="0"/>
        </w:rPr>
        <w:t xml:space="preserve">ma zaliczenia przedmiotu </w:t>
      </w:r>
      <w:r w:rsidR="00630041">
        <w:rPr>
          <w:rFonts w:ascii="Corbel" w:hAnsi="Corbel"/>
          <w:smallCaps w:val="0"/>
        </w:rPr>
        <w:t xml:space="preserve">(z toku): </w:t>
      </w:r>
      <w:r w:rsidR="00630041" w:rsidRPr="00630041">
        <w:rPr>
          <w:rFonts w:ascii="Corbel" w:hAnsi="Corbel"/>
          <w:b w:val="0"/>
          <w:smallCaps w:val="0"/>
        </w:rPr>
        <w:t>zaliczenie z oceną</w:t>
      </w:r>
      <w:r w:rsidR="00630041">
        <w:rPr>
          <w:rFonts w:ascii="Corbel" w:hAnsi="Corbel"/>
          <w:smallCaps w:val="0"/>
        </w:rPr>
        <w:t xml:space="preserve"> </w:t>
      </w:r>
    </w:p>
    <w:p w14:paraId="7544DC66" w14:textId="511EE0AA" w:rsidR="00E22FBC" w:rsidRPr="009C54AE" w:rsidRDefault="00E22FBC" w:rsidP="3AF66E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</w:p>
    <w:p w14:paraId="72BE41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423DD7D3">
        <w:rPr>
          <w:rFonts w:ascii="Corbel" w:hAnsi="Corbel"/>
        </w:rPr>
        <w:t xml:space="preserve">2.Wymagania wstępne </w:t>
      </w:r>
    </w:p>
    <w:p w14:paraId="5484576C" w14:textId="0DAA5068" w:rsidR="423DD7D3" w:rsidRDefault="423DD7D3" w:rsidP="423DD7D3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28D739" w14:textId="77777777" w:rsidTr="00745302">
        <w:tc>
          <w:tcPr>
            <w:tcW w:w="9670" w:type="dxa"/>
          </w:tcPr>
          <w:p w14:paraId="455CDDD9" w14:textId="77777777" w:rsidR="007C2B47" w:rsidRDefault="008779F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</w:t>
            </w:r>
            <w:r w:rsidR="007C2B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powinien:</w:t>
            </w:r>
          </w:p>
          <w:p w14:paraId="52EDCF1E" w14:textId="1EFDC06A" w:rsidR="007C2B47" w:rsidRDefault="007C2B4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posiadać podstawową 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ekonomii i marketingu</w:t>
            </w:r>
            <w:r w:rsidR="00A516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5422881" w14:textId="77777777" w:rsidR="00A51639" w:rsidRDefault="007C2B4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rozumieć 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jednostek s</w:t>
            </w:r>
            <w:r w:rsidR="008779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amorządu terytorialnego</w:t>
            </w:r>
            <w:r w:rsidR="00A516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8779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7B56678" w14:textId="25783D79" w:rsidR="0085747A" w:rsidRPr="009C54AE" w:rsidRDefault="00A516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znać i rozumieć 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reguły budowania relacji społecznych.</w:t>
            </w:r>
          </w:p>
        </w:tc>
      </w:tr>
    </w:tbl>
    <w:p w14:paraId="2AD560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D3A5D9" w14:textId="00976EEE" w:rsidR="0085747A" w:rsidRPr="00C05F44" w:rsidRDefault="0071620A" w:rsidP="45AB69A1">
      <w:pPr>
        <w:pStyle w:val="Punktygwne"/>
        <w:spacing w:before="0" w:after="0"/>
        <w:rPr>
          <w:rFonts w:ascii="Corbel" w:hAnsi="Corbel"/>
        </w:rPr>
      </w:pPr>
      <w:r w:rsidRPr="45AB69A1">
        <w:rPr>
          <w:rFonts w:ascii="Corbel" w:hAnsi="Corbel"/>
        </w:rPr>
        <w:lastRenderedPageBreak/>
        <w:t>3.</w:t>
      </w:r>
      <w:r w:rsidR="0085747A" w:rsidRPr="45AB69A1">
        <w:rPr>
          <w:rFonts w:ascii="Corbel" w:hAnsi="Corbel"/>
        </w:rPr>
        <w:t xml:space="preserve"> </w:t>
      </w:r>
      <w:r w:rsidR="00A84C85" w:rsidRPr="45AB69A1">
        <w:rPr>
          <w:rFonts w:ascii="Corbel" w:hAnsi="Corbel"/>
        </w:rPr>
        <w:t>cele, efekty uczenia się</w:t>
      </w:r>
      <w:r w:rsidR="0085747A" w:rsidRPr="45AB69A1">
        <w:rPr>
          <w:rFonts w:ascii="Corbel" w:hAnsi="Corbel"/>
        </w:rPr>
        <w:t>, treści Programowe i stosowane metody Dydaktyczne</w:t>
      </w:r>
    </w:p>
    <w:p w14:paraId="108E53B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2E842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916D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C1DE3EE" w14:textId="77777777" w:rsidTr="00923D7D">
        <w:tc>
          <w:tcPr>
            <w:tcW w:w="851" w:type="dxa"/>
            <w:vAlign w:val="center"/>
          </w:tcPr>
          <w:p w14:paraId="441014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7FEFC32" w14:textId="099A8FA5" w:rsidR="0085747A" w:rsidRPr="009C54AE" w:rsidRDefault="004120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stosowania</w:t>
            </w:r>
            <w:r w:rsidR="00750A82" w:rsidRPr="00750A82">
              <w:rPr>
                <w:rFonts w:ascii="Corbel" w:hAnsi="Corbel"/>
                <w:b w:val="0"/>
                <w:sz w:val="24"/>
                <w:szCs w:val="24"/>
              </w:rPr>
              <w:t xml:space="preserve"> marketingu w jednostkach samorządu terytorialnego</w:t>
            </w:r>
            <w:r w:rsidR="00DF700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6A276B" w14:textId="77777777" w:rsidTr="00923D7D">
        <w:tc>
          <w:tcPr>
            <w:tcW w:w="851" w:type="dxa"/>
            <w:vAlign w:val="center"/>
          </w:tcPr>
          <w:p w14:paraId="31BDEC2A" w14:textId="77777777" w:rsidR="0085747A" w:rsidRPr="009C54AE" w:rsidRDefault="001B2D3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19E4C4" w14:textId="098573E7" w:rsidR="0085747A" w:rsidRPr="009C54AE" w:rsidRDefault="00750A82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narzędziami marketingu </w:t>
            </w:r>
            <w:r w:rsidR="00412024">
              <w:rPr>
                <w:rFonts w:ascii="Corbel" w:hAnsi="Corbel"/>
                <w:b w:val="0"/>
                <w:sz w:val="24"/>
                <w:szCs w:val="24"/>
              </w:rPr>
              <w:t>terytorialnego</w:t>
            </w:r>
            <w:r w:rsidR="00DF700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96F5C31" w14:textId="77777777" w:rsidTr="00923D7D">
        <w:tc>
          <w:tcPr>
            <w:tcW w:w="851" w:type="dxa"/>
            <w:vAlign w:val="center"/>
          </w:tcPr>
          <w:p w14:paraId="5D770325" w14:textId="77777777" w:rsidR="0085747A" w:rsidRPr="009C54AE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9C08306" w14:textId="5FBC18EB" w:rsidR="0085747A" w:rsidRPr="009C54AE" w:rsidRDefault="003075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narzędziami kreowania wizerunku miast</w:t>
            </w:r>
            <w:r w:rsidR="00DF700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B2D38" w:rsidRPr="009C54AE" w14:paraId="7A0674AF" w14:textId="77777777" w:rsidTr="00923D7D">
        <w:tc>
          <w:tcPr>
            <w:tcW w:w="851" w:type="dxa"/>
            <w:vAlign w:val="center"/>
          </w:tcPr>
          <w:p w14:paraId="30308391" w14:textId="77777777" w:rsidR="001B2D38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0341B41" w14:textId="0ECE2A6A" w:rsidR="001B2D38" w:rsidRPr="000C459D" w:rsidRDefault="00412024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024">
              <w:rPr>
                <w:rFonts w:ascii="Corbel" w:hAnsi="Corbel"/>
                <w:b w:val="0"/>
                <w:sz w:val="24"/>
                <w:szCs w:val="24"/>
              </w:rPr>
              <w:t>Rozwi</w:t>
            </w:r>
            <w:r>
              <w:rPr>
                <w:rFonts w:ascii="Corbel" w:hAnsi="Corbel"/>
                <w:b w:val="0"/>
                <w:sz w:val="24"/>
                <w:szCs w:val="24"/>
              </w:rPr>
              <w:t>nięcie</w:t>
            </w:r>
            <w:r w:rsidRPr="00412024">
              <w:rPr>
                <w:rFonts w:ascii="Corbel" w:hAnsi="Corbel"/>
                <w:b w:val="0"/>
                <w:sz w:val="24"/>
                <w:szCs w:val="24"/>
              </w:rPr>
              <w:t xml:space="preserve"> umiejętności w zakresie diagnozowania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analizowania </w:t>
            </w:r>
            <w:r w:rsidRPr="00412024">
              <w:rPr>
                <w:rFonts w:ascii="Corbel" w:hAnsi="Corbel"/>
                <w:b w:val="0"/>
                <w:sz w:val="24"/>
                <w:szCs w:val="24"/>
              </w:rPr>
              <w:t xml:space="preserve">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>wizerunek miast</w:t>
            </w:r>
            <w:r w:rsidRPr="0041202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4B76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4D392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9762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90D0E" w:rsidRPr="009C54AE" w14:paraId="604F58B7" w14:textId="77777777" w:rsidTr="423DD7D3">
        <w:trPr>
          <w:trHeight w:val="1050"/>
        </w:trPr>
        <w:tc>
          <w:tcPr>
            <w:tcW w:w="1681" w:type="dxa"/>
            <w:vAlign w:val="center"/>
          </w:tcPr>
          <w:p w14:paraId="26A677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496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9E8BA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779FC" w:rsidRPr="009C54AE" w14:paraId="2CD4323F" w14:textId="77777777" w:rsidTr="423DD7D3">
        <w:tc>
          <w:tcPr>
            <w:tcW w:w="1681" w:type="dxa"/>
          </w:tcPr>
          <w:p w14:paraId="5F0B4FB4" w14:textId="77777777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768E1EFD" w14:textId="2D682C40" w:rsidR="423DD7D3" w:rsidRDefault="423DD7D3" w:rsidP="423DD7D3">
            <w:pPr>
              <w:spacing w:after="0" w:line="240" w:lineRule="auto"/>
              <w:rPr>
                <w:rFonts w:ascii="Corbel" w:hAnsi="Corbel" w:cs="Calibri"/>
                <w:color w:val="000000" w:themeColor="text1"/>
              </w:rPr>
            </w:pPr>
          </w:p>
          <w:p w14:paraId="4FFD8375" w14:textId="7A0418A4" w:rsidR="008779FC" w:rsidRPr="001B2D38" w:rsidRDefault="008779FC" w:rsidP="008779FC">
            <w:pPr>
              <w:spacing w:after="0" w:line="240" w:lineRule="auto"/>
              <w:rPr>
                <w:color w:val="000000"/>
                <w:lang w:eastAsia="pl-PL"/>
              </w:rPr>
            </w:pPr>
            <w:r w:rsidRPr="00922CB6">
              <w:rPr>
                <w:rFonts w:ascii="Corbel" w:hAnsi="Corbel" w:cs="Calibri"/>
                <w:color w:val="000000"/>
                <w:shd w:val="clear" w:color="auto" w:fill="FFFFFF"/>
              </w:rPr>
              <w:t>Student zna podstawowe zasady tworzenia wizerunku JST i rozwoju różnych form jego kreowani</w:t>
            </w:r>
            <w:r>
              <w:rPr>
                <w:rFonts w:ascii="Corbel" w:hAnsi="Corbel" w:cs="Calibri"/>
                <w:color w:val="000000"/>
                <w:shd w:val="clear" w:color="auto" w:fill="FFFFFF"/>
              </w:rPr>
              <w:t>a</w:t>
            </w:r>
          </w:p>
        </w:tc>
        <w:tc>
          <w:tcPr>
            <w:tcW w:w="1865" w:type="dxa"/>
          </w:tcPr>
          <w:p w14:paraId="4BA8FBE4" w14:textId="53E2A532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779FC" w:rsidRPr="009C54AE" w14:paraId="6F4C4E4A" w14:textId="77777777" w:rsidTr="423DD7D3">
        <w:tc>
          <w:tcPr>
            <w:tcW w:w="1681" w:type="dxa"/>
          </w:tcPr>
          <w:p w14:paraId="63985B40" w14:textId="77777777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6F18136" w14:textId="0A3247BD" w:rsidR="008779FC" w:rsidRPr="009C54AE" w:rsidRDefault="008779FC" w:rsidP="008779FC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22CB6">
              <w:rPr>
                <w:rFonts w:ascii="Corbel" w:eastAsia="Times New Roman" w:hAnsi="Corbel" w:cs="Calibri"/>
                <w:color w:val="000000"/>
                <w:lang w:eastAsia="pl-PL"/>
              </w:rPr>
              <w:t>Student potrafi komunikować się na tematy dotyczące różnych wymiarów funkcjonowania miasta, w tym administracji samorządowej, lokalnych polityk publicznych, procesów rozwoju lokalnego, uwarunkowań społecznych, ekonomicznych, przestrzennych, urbanistycznych i ekologicznych miast i in.</w:t>
            </w:r>
          </w:p>
        </w:tc>
        <w:tc>
          <w:tcPr>
            <w:tcW w:w="1865" w:type="dxa"/>
          </w:tcPr>
          <w:p w14:paraId="59F6E216" w14:textId="77777777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779FC" w:rsidRPr="009C54AE" w14:paraId="75EBE6D9" w14:textId="77777777" w:rsidTr="423DD7D3">
        <w:tc>
          <w:tcPr>
            <w:tcW w:w="1681" w:type="dxa"/>
          </w:tcPr>
          <w:p w14:paraId="5D646717" w14:textId="77777777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FD3C115" w14:textId="45F6D063" w:rsidR="008779FC" w:rsidRPr="00390D0E" w:rsidRDefault="008779FC" w:rsidP="008779FC">
            <w:pPr>
              <w:spacing w:after="0" w:line="240" w:lineRule="auto"/>
              <w:rPr>
                <w:color w:val="000000"/>
              </w:rPr>
            </w:pPr>
            <w:r w:rsidRPr="00922CB6">
              <w:rPr>
                <w:rFonts w:ascii="Corbel" w:eastAsia="Times New Roman" w:hAnsi="Corbel" w:cs="Calibri"/>
                <w:color w:val="000000"/>
                <w:lang w:eastAsia="pl-PL"/>
              </w:rPr>
              <w:t xml:space="preserve">Student potrafi samodzielnie planować i realizować proces uczenia, mając świadomość konieczności uzupełniania i aktualizowania wiedzy i informacji przez całe życie </w:t>
            </w:r>
          </w:p>
        </w:tc>
        <w:tc>
          <w:tcPr>
            <w:tcW w:w="1865" w:type="dxa"/>
          </w:tcPr>
          <w:p w14:paraId="29A339C4" w14:textId="06F8D5F3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779FC" w:rsidRPr="009C54AE" w14:paraId="01D702E9" w14:textId="77777777" w:rsidTr="423DD7D3">
        <w:tc>
          <w:tcPr>
            <w:tcW w:w="1681" w:type="dxa"/>
          </w:tcPr>
          <w:p w14:paraId="7603FA15" w14:textId="77777777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19DDD29" w14:textId="28A53EAF" w:rsidR="008779FC" w:rsidRDefault="008779FC" w:rsidP="008779FC">
            <w:pPr>
              <w:spacing w:after="0" w:line="240" w:lineRule="auto"/>
              <w:rPr>
                <w:color w:val="000000"/>
              </w:rPr>
            </w:pPr>
            <w:r w:rsidRPr="00922CB6">
              <w:rPr>
                <w:rFonts w:ascii="Corbel" w:eastAsia="Times New Roman" w:hAnsi="Corbel" w:cs="Calibri"/>
                <w:color w:val="000000"/>
                <w:lang w:eastAsia="pl-PL"/>
              </w:rPr>
              <w:t>Student jest gotów do podjęcia pracy w podmiotach sektora publicznego, organizacjach pozarządowych na terenie Polski oraz poza granicami, a także instytucjach międzynarodowych</w:t>
            </w:r>
          </w:p>
        </w:tc>
        <w:tc>
          <w:tcPr>
            <w:tcW w:w="1865" w:type="dxa"/>
          </w:tcPr>
          <w:p w14:paraId="703A262A" w14:textId="62C10353" w:rsidR="008779FC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0975C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8E7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5988A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DC70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C00A36" w14:textId="77777777" w:rsidTr="3B8D5C31">
        <w:tc>
          <w:tcPr>
            <w:tcW w:w="9520" w:type="dxa"/>
          </w:tcPr>
          <w:p w14:paraId="77DB2FA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00E3" w:rsidRPr="009C54AE" w14:paraId="463AF31E" w14:textId="77777777" w:rsidTr="3B8D5C31">
        <w:tc>
          <w:tcPr>
            <w:tcW w:w="9520" w:type="dxa"/>
          </w:tcPr>
          <w:p w14:paraId="46304E5C" w14:textId="575B58D6" w:rsidR="00EE00E3" w:rsidRPr="009C54AE" w:rsidRDefault="76C72FC6" w:rsidP="00EE00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B8D5C31">
              <w:rPr>
                <w:rFonts w:ascii="Corbel" w:hAnsi="Corbel"/>
                <w:sz w:val="24"/>
                <w:szCs w:val="24"/>
              </w:rPr>
              <w:t>Marketing terytorialny i marketing miejsc</w:t>
            </w:r>
            <w:r w:rsidR="00F321A1">
              <w:rPr>
                <w:rFonts w:ascii="Corbel" w:hAnsi="Corbel"/>
                <w:sz w:val="24"/>
                <w:szCs w:val="24"/>
              </w:rPr>
              <w:t>a</w:t>
            </w:r>
            <w:r w:rsidR="00307565">
              <w:rPr>
                <w:rFonts w:ascii="Corbel" w:hAnsi="Corbel"/>
                <w:sz w:val="24"/>
                <w:szCs w:val="24"/>
              </w:rPr>
              <w:t xml:space="preserve"> - wprowadzenie</w:t>
            </w:r>
          </w:p>
        </w:tc>
      </w:tr>
      <w:tr w:rsidR="00EE00E3" w:rsidRPr="009C54AE" w14:paraId="7997CE71" w14:textId="77777777" w:rsidTr="3B8D5C31">
        <w:tc>
          <w:tcPr>
            <w:tcW w:w="9520" w:type="dxa"/>
          </w:tcPr>
          <w:p w14:paraId="5E8D9B9D" w14:textId="5F303482" w:rsidR="00EE00E3" w:rsidRPr="009C54AE" w:rsidRDefault="76C72FC6" w:rsidP="00EE00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B8D5C31">
              <w:rPr>
                <w:rFonts w:ascii="Corbel" w:hAnsi="Corbel"/>
                <w:sz w:val="24"/>
                <w:szCs w:val="24"/>
              </w:rPr>
              <w:t>Strategia w marketingu miejsc</w:t>
            </w:r>
            <w:r w:rsidR="00F321A1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EE00E3" w:rsidRPr="009C54AE" w14:paraId="231EC74B" w14:textId="77777777" w:rsidTr="3B8D5C31">
        <w:tc>
          <w:tcPr>
            <w:tcW w:w="9520" w:type="dxa"/>
          </w:tcPr>
          <w:p w14:paraId="4FD7C148" w14:textId="698F71AF" w:rsidR="00EE00E3" w:rsidRPr="009C54AE" w:rsidRDefault="004903FD" w:rsidP="00EE00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znaczenie marki miasta</w:t>
            </w:r>
          </w:p>
        </w:tc>
      </w:tr>
      <w:tr w:rsidR="00EE00E3" w:rsidRPr="009C54AE" w14:paraId="45D216E8" w14:textId="77777777" w:rsidTr="3B8D5C31">
        <w:tc>
          <w:tcPr>
            <w:tcW w:w="9520" w:type="dxa"/>
          </w:tcPr>
          <w:p w14:paraId="6ED03D71" w14:textId="70AFBD55" w:rsidR="00EE00E3" w:rsidRPr="009C54AE" w:rsidRDefault="004903FD" w:rsidP="00EE00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Wizerunek marki miasta i sposoby jego kreowania</w:t>
            </w:r>
          </w:p>
        </w:tc>
      </w:tr>
      <w:tr w:rsidR="004903FD" w:rsidRPr="009C54AE" w14:paraId="604002BF" w14:textId="77777777" w:rsidTr="3B8D5C31">
        <w:tc>
          <w:tcPr>
            <w:tcW w:w="9520" w:type="dxa"/>
          </w:tcPr>
          <w:p w14:paraId="27C589B1" w14:textId="12B90637" w:rsidR="004903FD" w:rsidRPr="009C54AE" w:rsidRDefault="004903FD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marketingu </w:t>
            </w:r>
            <w:r w:rsidR="00F321A1">
              <w:rPr>
                <w:rFonts w:ascii="Corbel" w:hAnsi="Corbel"/>
                <w:sz w:val="24"/>
                <w:szCs w:val="24"/>
              </w:rPr>
              <w:t>terytorialnego</w:t>
            </w:r>
          </w:p>
        </w:tc>
      </w:tr>
      <w:tr w:rsidR="004903FD" w:rsidRPr="009C54AE" w14:paraId="75396E52" w14:textId="77777777" w:rsidTr="3B8D5C31">
        <w:tc>
          <w:tcPr>
            <w:tcW w:w="9520" w:type="dxa"/>
          </w:tcPr>
          <w:p w14:paraId="12B6431D" w14:textId="120EC6F9" w:rsidR="004903FD" w:rsidRPr="009C54AE" w:rsidRDefault="00412024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 relations miast</w:t>
            </w:r>
          </w:p>
        </w:tc>
      </w:tr>
    </w:tbl>
    <w:p w14:paraId="2725B1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09CBC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DA99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5E3BB0" w14:textId="77777777" w:rsidTr="004903FD">
        <w:tc>
          <w:tcPr>
            <w:tcW w:w="9520" w:type="dxa"/>
          </w:tcPr>
          <w:p w14:paraId="334D52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249C5E42" w14:textId="77777777" w:rsidTr="004903FD">
        <w:tc>
          <w:tcPr>
            <w:tcW w:w="9520" w:type="dxa"/>
          </w:tcPr>
          <w:p w14:paraId="1224B0B9" w14:textId="2082C16A" w:rsidR="0085747A" w:rsidRPr="009C54AE" w:rsidRDefault="003075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</w:t>
            </w:r>
            <w:r w:rsidR="00412024">
              <w:rPr>
                <w:rFonts w:ascii="Corbel" w:hAnsi="Corbel"/>
                <w:sz w:val="24"/>
                <w:szCs w:val="24"/>
              </w:rPr>
              <w:t>asto</w:t>
            </w:r>
            <w:r>
              <w:rPr>
                <w:rFonts w:ascii="Corbel" w:hAnsi="Corbel"/>
                <w:sz w:val="24"/>
                <w:szCs w:val="24"/>
              </w:rPr>
              <w:t xml:space="preserve"> jako produkt marketingowy</w:t>
            </w:r>
          </w:p>
        </w:tc>
      </w:tr>
      <w:tr w:rsidR="004903FD" w:rsidRPr="009C54AE" w14:paraId="225E34FB" w14:textId="77777777" w:rsidTr="004903FD">
        <w:tc>
          <w:tcPr>
            <w:tcW w:w="9520" w:type="dxa"/>
          </w:tcPr>
          <w:p w14:paraId="1DD8D488" w14:textId="3EC6D24D" w:rsidR="004903FD" w:rsidRPr="009C54AE" w:rsidRDefault="004903FD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docelowe w marketingu miejsc - warsztat</w:t>
            </w:r>
          </w:p>
        </w:tc>
      </w:tr>
      <w:tr w:rsidR="004903FD" w:rsidRPr="009C54AE" w14:paraId="4DD80D51" w14:textId="77777777" w:rsidTr="004903FD">
        <w:tc>
          <w:tcPr>
            <w:tcW w:w="9520" w:type="dxa"/>
          </w:tcPr>
          <w:p w14:paraId="13235747" w14:textId="6C7EB84D" w:rsidR="004903FD" w:rsidRPr="009C54AE" w:rsidRDefault="004903FD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Tożsamość marki miasta - warsztat</w:t>
            </w:r>
          </w:p>
        </w:tc>
      </w:tr>
      <w:tr w:rsidR="004903FD" w:rsidRPr="009C54AE" w14:paraId="49CFEF14" w14:textId="77777777" w:rsidTr="004903FD">
        <w:tc>
          <w:tcPr>
            <w:tcW w:w="9520" w:type="dxa"/>
          </w:tcPr>
          <w:p w14:paraId="0C022847" w14:textId="54714421" w:rsidR="004903FD" w:rsidRDefault="004903FD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komunikacji marki miejsca</w:t>
            </w:r>
          </w:p>
        </w:tc>
      </w:tr>
      <w:tr w:rsidR="004903FD" w:rsidRPr="009C54AE" w14:paraId="124425E9" w14:textId="77777777" w:rsidTr="004903FD">
        <w:tc>
          <w:tcPr>
            <w:tcW w:w="9520" w:type="dxa"/>
          </w:tcPr>
          <w:p w14:paraId="3241681E" w14:textId="184F7E08" w:rsidR="004903FD" w:rsidRDefault="004903FD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mediów społecznościowych w promocji miasta</w:t>
            </w:r>
          </w:p>
        </w:tc>
      </w:tr>
      <w:tr w:rsidR="00307565" w:rsidRPr="009C54AE" w14:paraId="28D0A9B9" w14:textId="77777777" w:rsidTr="004903FD">
        <w:tc>
          <w:tcPr>
            <w:tcW w:w="9520" w:type="dxa"/>
          </w:tcPr>
          <w:p w14:paraId="35A8D3C3" w14:textId="3807B5DA" w:rsidR="00307565" w:rsidRDefault="00307565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Monitoring i analiza skuteczności działań z zakresu marketingu </w:t>
            </w:r>
            <w:r w:rsidR="00F321A1">
              <w:rPr>
                <w:rFonts w:ascii="Corbel" w:hAnsi="Corbel"/>
                <w:sz w:val="24"/>
                <w:szCs w:val="24"/>
              </w:rPr>
              <w:t>terytorialnego</w:t>
            </w:r>
          </w:p>
        </w:tc>
      </w:tr>
    </w:tbl>
    <w:p w14:paraId="7483C4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5089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23DD7D3">
        <w:rPr>
          <w:rFonts w:ascii="Corbel" w:hAnsi="Corbel"/>
          <w:smallCaps w:val="0"/>
        </w:rPr>
        <w:t>3.4 Metody dydaktyczne</w:t>
      </w:r>
      <w:r w:rsidRPr="423DD7D3">
        <w:rPr>
          <w:rFonts w:ascii="Corbel" w:hAnsi="Corbel"/>
          <w:b w:val="0"/>
          <w:smallCaps w:val="0"/>
        </w:rPr>
        <w:t xml:space="preserve"> </w:t>
      </w:r>
    </w:p>
    <w:p w14:paraId="1EAEC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2B348" w14:textId="77777777" w:rsidR="00EE00E3" w:rsidRPr="00783F37" w:rsidRDefault="00EE00E3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b/>
          <w:bCs/>
          <w:color w:val="000000"/>
          <w:sz w:val="24"/>
          <w:szCs w:val="24"/>
          <w:lang w:eastAsia="pl-PL"/>
        </w:rPr>
        <w:t>M</w:t>
      </w:r>
      <w:r w:rsidRPr="00783F37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etody dydaktyczne: </w:t>
      </w:r>
    </w:p>
    <w:p w14:paraId="49C4A53A" w14:textId="77777777" w:rsidR="00543F3F" w:rsidRDefault="00EE00E3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783F37">
        <w:rPr>
          <w:rFonts w:ascii="Corbel" w:hAnsi="Corbel"/>
          <w:color w:val="000000"/>
          <w:sz w:val="24"/>
          <w:szCs w:val="24"/>
          <w:lang w:eastAsia="pl-PL"/>
        </w:rPr>
        <w:t xml:space="preserve">a) </w:t>
      </w:r>
      <w:r w:rsidR="00543F3F">
        <w:rPr>
          <w:rFonts w:ascii="Corbel" w:hAnsi="Corbel"/>
          <w:color w:val="000000"/>
          <w:sz w:val="24"/>
          <w:szCs w:val="24"/>
          <w:lang w:eastAsia="pl-PL"/>
        </w:rPr>
        <w:t xml:space="preserve">wykład z prezentacją multimedialną </w:t>
      </w:r>
    </w:p>
    <w:p w14:paraId="6DD874EA" w14:textId="77777777" w:rsidR="00F321A1" w:rsidRDefault="00543F3F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color w:val="000000"/>
          <w:sz w:val="24"/>
          <w:szCs w:val="24"/>
          <w:lang w:eastAsia="pl-PL"/>
        </w:rPr>
        <w:t xml:space="preserve">b) </w:t>
      </w:r>
      <w:r w:rsidR="00F321A1" w:rsidRPr="00F321A1">
        <w:rPr>
          <w:rFonts w:ascii="Corbel" w:hAnsi="Corbel"/>
          <w:color w:val="000000"/>
          <w:sz w:val="24"/>
          <w:szCs w:val="24"/>
          <w:lang w:eastAsia="pl-PL"/>
        </w:rPr>
        <w:t xml:space="preserve">praca w grupach (rozwiązywanie postawionych zadań, dyskusja), </w:t>
      </w:r>
    </w:p>
    <w:p w14:paraId="57903882" w14:textId="7BC6E0DE" w:rsidR="00EE00E3" w:rsidRDefault="00543F3F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color w:val="000000"/>
          <w:sz w:val="24"/>
          <w:szCs w:val="24"/>
          <w:lang w:eastAsia="pl-PL"/>
        </w:rPr>
        <w:t>c</w:t>
      </w:r>
      <w:r w:rsidR="00EE00E3" w:rsidRPr="00783F37">
        <w:rPr>
          <w:rFonts w:ascii="Corbel" w:hAnsi="Corbel"/>
          <w:color w:val="000000"/>
          <w:sz w:val="24"/>
          <w:szCs w:val="24"/>
          <w:lang w:eastAsia="pl-PL"/>
        </w:rPr>
        <w:t>)</w:t>
      </w:r>
      <w:r w:rsidR="00EE00E3">
        <w:rPr>
          <w:rFonts w:ascii="Corbel" w:hAnsi="Corbel"/>
          <w:color w:val="000000"/>
          <w:sz w:val="24"/>
          <w:szCs w:val="24"/>
          <w:lang w:eastAsia="pl-PL"/>
        </w:rPr>
        <w:t xml:space="preserve"> </w:t>
      </w:r>
      <w:r w:rsidR="00F321A1" w:rsidRPr="00F321A1">
        <w:rPr>
          <w:rFonts w:ascii="Corbel" w:hAnsi="Corbel"/>
          <w:color w:val="000000"/>
          <w:sz w:val="24"/>
          <w:szCs w:val="24"/>
          <w:lang w:eastAsia="pl-PL"/>
        </w:rPr>
        <w:t xml:space="preserve">studium przypadku, </w:t>
      </w:r>
    </w:p>
    <w:p w14:paraId="52D4AAF7" w14:textId="78747238" w:rsidR="00EE00E3" w:rsidRPr="00EE00E3" w:rsidRDefault="00543F3F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color w:val="000000"/>
          <w:sz w:val="24"/>
          <w:szCs w:val="24"/>
          <w:lang w:eastAsia="pl-PL"/>
        </w:rPr>
        <w:t>d</w:t>
      </w:r>
      <w:r w:rsidR="00EE00E3">
        <w:rPr>
          <w:rFonts w:ascii="Corbel" w:hAnsi="Corbel"/>
          <w:color w:val="000000"/>
          <w:sz w:val="24"/>
          <w:szCs w:val="24"/>
          <w:lang w:eastAsia="pl-PL"/>
        </w:rPr>
        <w:t>)</w:t>
      </w:r>
      <w:r w:rsidR="00F321A1">
        <w:rPr>
          <w:rFonts w:ascii="Corbel" w:hAnsi="Corbel"/>
          <w:color w:val="000000"/>
          <w:sz w:val="24"/>
          <w:szCs w:val="24"/>
          <w:lang w:eastAsia="pl-PL"/>
        </w:rPr>
        <w:t xml:space="preserve"> </w:t>
      </w:r>
      <w:r w:rsidR="00F321A1" w:rsidRPr="00F321A1">
        <w:rPr>
          <w:rFonts w:ascii="Corbel" w:hAnsi="Corbel"/>
          <w:color w:val="000000"/>
          <w:sz w:val="24"/>
          <w:szCs w:val="24"/>
          <w:lang w:eastAsia="pl-PL"/>
        </w:rPr>
        <w:t>metody kształcenia na odległość.</w:t>
      </w:r>
    </w:p>
    <w:p w14:paraId="43AFBA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41F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9FE2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B758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5B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6"/>
        <w:gridCol w:w="2113"/>
      </w:tblGrid>
      <w:tr w:rsidR="0085747A" w:rsidRPr="00922CB6" w14:paraId="30F670BD" w14:textId="77777777" w:rsidTr="008779FC">
        <w:tc>
          <w:tcPr>
            <w:tcW w:w="1961" w:type="dxa"/>
            <w:vAlign w:val="center"/>
          </w:tcPr>
          <w:p w14:paraId="5293B4F4" w14:textId="77777777" w:rsidR="0085747A" w:rsidRPr="00922CB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22CB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6" w:type="dxa"/>
            <w:vAlign w:val="center"/>
          </w:tcPr>
          <w:p w14:paraId="0791D1C8" w14:textId="77777777" w:rsidR="0085747A" w:rsidRPr="00922CB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22C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002990AB" w14:textId="77777777" w:rsidR="0085747A" w:rsidRPr="00922CB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22C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922C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3" w:type="dxa"/>
            <w:vAlign w:val="center"/>
          </w:tcPr>
          <w:p w14:paraId="559FADA3" w14:textId="2AB29ECA" w:rsidR="00923D7D" w:rsidRPr="00922CB6" w:rsidRDefault="0085747A" w:rsidP="00922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22CB6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14:paraId="69D524EC" w14:textId="77777777" w:rsidR="0085747A" w:rsidRPr="00922CB6" w:rsidRDefault="0085747A" w:rsidP="00922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22CB6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922CB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922CB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779FC" w:rsidRPr="00922CB6" w14:paraId="74277669" w14:textId="77777777" w:rsidTr="008779FC">
        <w:tc>
          <w:tcPr>
            <w:tcW w:w="1961" w:type="dxa"/>
          </w:tcPr>
          <w:p w14:paraId="794FD7ED" w14:textId="22E8F7DA" w:rsidR="008779FC" w:rsidRPr="00922CB6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22CB6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446" w:type="dxa"/>
          </w:tcPr>
          <w:p w14:paraId="0D544D9B" w14:textId="48CBADDA" w:rsidR="008779FC" w:rsidRPr="008779FC" w:rsidRDefault="008779FC" w:rsidP="008779FC">
            <w:pPr>
              <w:rPr>
                <w:rFonts w:ascii="Corbel" w:hAnsi="Corbel" w:cs="Calibri"/>
                <w:color w:val="000000"/>
                <w:shd w:val="clear" w:color="auto" w:fill="FFFFFF"/>
              </w:rPr>
            </w:pPr>
            <w:r>
              <w:rPr>
                <w:rFonts w:ascii="Corbel" w:hAnsi="Corbel"/>
                <w:szCs w:val="24"/>
              </w:rPr>
              <w:t>Obserwacja w trakcie zajęć</w:t>
            </w:r>
          </w:p>
        </w:tc>
        <w:tc>
          <w:tcPr>
            <w:tcW w:w="2113" w:type="dxa"/>
            <w:vAlign w:val="center"/>
          </w:tcPr>
          <w:p w14:paraId="7631EB94" w14:textId="3F2E8394" w:rsidR="008779FC" w:rsidRPr="00922CB6" w:rsidRDefault="0060527C" w:rsidP="00877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Wykład, </w:t>
            </w:r>
            <w:r w:rsidR="00E22CB2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8779FC" w:rsidRPr="00922CB6" w14:paraId="6318BB27" w14:textId="77777777" w:rsidTr="008779FC">
        <w:tc>
          <w:tcPr>
            <w:tcW w:w="1961" w:type="dxa"/>
          </w:tcPr>
          <w:p w14:paraId="28F69ED8" w14:textId="77777777" w:rsidR="008779FC" w:rsidRPr="00922CB6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22CB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446" w:type="dxa"/>
          </w:tcPr>
          <w:p w14:paraId="6317FD65" w14:textId="798F946F" w:rsidR="008779FC" w:rsidRPr="008779FC" w:rsidRDefault="008779FC" w:rsidP="008779FC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lang w:eastAsia="pl-PL"/>
              </w:rPr>
            </w:pPr>
            <w:r>
              <w:rPr>
                <w:rFonts w:ascii="Corbel" w:hAnsi="Corbel"/>
                <w:szCs w:val="24"/>
              </w:rPr>
              <w:t>Ocena aktywności podczas zajęć, obserwacja w trakcie zajęć</w:t>
            </w:r>
          </w:p>
        </w:tc>
        <w:tc>
          <w:tcPr>
            <w:tcW w:w="2113" w:type="dxa"/>
            <w:vAlign w:val="center"/>
          </w:tcPr>
          <w:p w14:paraId="2A60EAB4" w14:textId="40B0C859" w:rsidR="008779FC" w:rsidRPr="00922CB6" w:rsidRDefault="00E22CB2" w:rsidP="00877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Wykład, ćwiczenia</w:t>
            </w:r>
          </w:p>
        </w:tc>
      </w:tr>
      <w:tr w:rsidR="008779FC" w:rsidRPr="00922CB6" w14:paraId="01F19543" w14:textId="77777777" w:rsidTr="008779FC">
        <w:tc>
          <w:tcPr>
            <w:tcW w:w="1961" w:type="dxa"/>
          </w:tcPr>
          <w:p w14:paraId="46D0B71C" w14:textId="77777777" w:rsidR="008779FC" w:rsidRPr="00922CB6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22CB6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446" w:type="dxa"/>
          </w:tcPr>
          <w:p w14:paraId="4FA05C74" w14:textId="08458D64" w:rsidR="008779FC" w:rsidRPr="008779FC" w:rsidRDefault="008779FC" w:rsidP="008779FC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lang w:eastAsia="pl-PL"/>
              </w:rPr>
            </w:pPr>
            <w:r>
              <w:rPr>
                <w:rFonts w:ascii="Corbel" w:hAnsi="Corbel"/>
                <w:szCs w:val="24"/>
              </w:rPr>
              <w:t>Ocena aktywności podczas zajęć, obserwacja w trakcie zajęć</w:t>
            </w:r>
          </w:p>
        </w:tc>
        <w:tc>
          <w:tcPr>
            <w:tcW w:w="2113" w:type="dxa"/>
            <w:vAlign w:val="center"/>
          </w:tcPr>
          <w:p w14:paraId="5607BD2F" w14:textId="226C62CA" w:rsidR="008779FC" w:rsidRPr="00922CB6" w:rsidRDefault="00E22CB2" w:rsidP="00877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Wykład, ćwiczenia</w:t>
            </w:r>
          </w:p>
        </w:tc>
      </w:tr>
      <w:tr w:rsidR="008779FC" w:rsidRPr="00922CB6" w14:paraId="64BFC17B" w14:textId="77777777" w:rsidTr="008779FC">
        <w:tc>
          <w:tcPr>
            <w:tcW w:w="1961" w:type="dxa"/>
          </w:tcPr>
          <w:p w14:paraId="2BF7CF02" w14:textId="77777777" w:rsidR="008779FC" w:rsidRPr="00922CB6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22CB6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446" w:type="dxa"/>
          </w:tcPr>
          <w:p w14:paraId="15E73B33" w14:textId="61A13584" w:rsidR="008779FC" w:rsidRPr="008779FC" w:rsidRDefault="008779FC" w:rsidP="008779FC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lang w:eastAsia="pl-PL"/>
              </w:rPr>
            </w:pPr>
            <w:r>
              <w:rPr>
                <w:rFonts w:ascii="Corbel" w:hAnsi="Corbel"/>
                <w:szCs w:val="24"/>
              </w:rPr>
              <w:t>Praca</w:t>
            </w:r>
            <w:r w:rsidRPr="00541BDA">
              <w:rPr>
                <w:rFonts w:ascii="Corbel" w:hAnsi="Corbel"/>
                <w:szCs w:val="24"/>
              </w:rPr>
              <w:t xml:space="preserve"> pisemn</w:t>
            </w:r>
            <w:r>
              <w:rPr>
                <w:rFonts w:ascii="Corbel" w:hAnsi="Corbel"/>
                <w:szCs w:val="24"/>
              </w:rPr>
              <w:t>a</w:t>
            </w:r>
            <w:r w:rsidRPr="00541BDA">
              <w:rPr>
                <w:rFonts w:ascii="Corbel" w:hAnsi="Corbel"/>
                <w:szCs w:val="24"/>
              </w:rPr>
              <w:t xml:space="preserve"> w formie testu</w:t>
            </w:r>
            <w:r>
              <w:rPr>
                <w:rFonts w:ascii="Corbel" w:hAnsi="Corbel"/>
                <w:szCs w:val="24"/>
              </w:rPr>
              <w:t>, obserwacja w trakcie zajęć</w:t>
            </w:r>
          </w:p>
        </w:tc>
        <w:tc>
          <w:tcPr>
            <w:tcW w:w="2113" w:type="dxa"/>
            <w:vAlign w:val="center"/>
          </w:tcPr>
          <w:p w14:paraId="62D6C7E7" w14:textId="3316AE6F" w:rsidR="008779FC" w:rsidRPr="00922CB6" w:rsidRDefault="00E22CB2" w:rsidP="00877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Wykład, ćwiczenia</w:t>
            </w:r>
          </w:p>
        </w:tc>
      </w:tr>
    </w:tbl>
    <w:p w14:paraId="2B6E805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3EA90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3E845F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4932" w14:textId="77777777" w:rsidTr="00923D7D">
        <w:tc>
          <w:tcPr>
            <w:tcW w:w="9670" w:type="dxa"/>
          </w:tcPr>
          <w:p w14:paraId="403FAD14" w14:textId="2594D748" w:rsidR="00F321A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zaliczenie </w:t>
            </w:r>
            <w:r w:rsidR="00630041">
              <w:rPr>
                <w:rFonts w:ascii="Corbel" w:hAnsi="Corbel"/>
                <w:b w:val="0"/>
                <w:smallCaps w:val="0"/>
                <w:szCs w:val="24"/>
              </w:rPr>
              <w:t xml:space="preserve">z oceną ustalaną </w:t>
            </w:r>
            <w:r w:rsidR="00503D53">
              <w:rPr>
                <w:rFonts w:ascii="Corbel" w:hAnsi="Corbel"/>
                <w:b w:val="0"/>
                <w:smallCaps w:val="0"/>
                <w:szCs w:val="24"/>
              </w:rPr>
              <w:t>na podstawie obecności na wykładach</w:t>
            </w:r>
            <w:r w:rsidR="00630041">
              <w:rPr>
                <w:rFonts w:ascii="Corbel" w:hAnsi="Corbel"/>
                <w:b w:val="0"/>
                <w:smallCaps w:val="0"/>
                <w:szCs w:val="24"/>
              </w:rPr>
              <w:t xml:space="preserve"> oraz aktywności studentów</w:t>
            </w:r>
            <w:r w:rsidR="00503D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5C406A" w14:textId="7A9BA61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741FF467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  <w:bookmarkStart w:id="0" w:name="_GoBack"/>
            <w:bookmarkEnd w:id="0"/>
          </w:p>
          <w:p w14:paraId="08F001B7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7A7E8B57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3B47BD8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1DFFF566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F75FB0E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6C2D4058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00D00FD0" w14:textId="1F0A5E57" w:rsidR="0085747A" w:rsidRPr="009C54AE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6B33E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A95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F67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0C85074" w14:textId="77777777" w:rsidTr="003E1941">
        <w:tc>
          <w:tcPr>
            <w:tcW w:w="4962" w:type="dxa"/>
            <w:vAlign w:val="center"/>
          </w:tcPr>
          <w:p w14:paraId="63B652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8B58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876CB2" w14:textId="77777777" w:rsidTr="00923D7D">
        <w:tc>
          <w:tcPr>
            <w:tcW w:w="4962" w:type="dxa"/>
          </w:tcPr>
          <w:p w14:paraId="2FC345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60B833" w14:textId="6E0AB2FB" w:rsidR="0085747A" w:rsidRPr="009C54AE" w:rsidRDefault="00FE75D3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DD8A79B" w14:textId="77777777" w:rsidTr="00923D7D">
        <w:tc>
          <w:tcPr>
            <w:tcW w:w="4962" w:type="dxa"/>
          </w:tcPr>
          <w:p w14:paraId="3461BF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6E5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E121C1" w14:textId="0F8DDCA6" w:rsidR="00C61DC5" w:rsidRPr="009C54AE" w:rsidRDefault="00FD431D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C61DC5" w:rsidRPr="009C54AE" w14:paraId="69E89237" w14:textId="77777777" w:rsidTr="00923D7D">
        <w:tc>
          <w:tcPr>
            <w:tcW w:w="4962" w:type="dxa"/>
          </w:tcPr>
          <w:p w14:paraId="4BA2AB8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9AC8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05505B" w14:textId="78C4F742" w:rsidR="00C61DC5" w:rsidRPr="009C54AE" w:rsidRDefault="00FD431D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6987EA7D" w14:textId="77777777" w:rsidTr="00923D7D">
        <w:tc>
          <w:tcPr>
            <w:tcW w:w="4962" w:type="dxa"/>
          </w:tcPr>
          <w:p w14:paraId="1A3E3C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9259B2" w14:textId="15A489DD" w:rsidR="0085747A" w:rsidRPr="009C54AE" w:rsidRDefault="00F35D2A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442F5AD" w14:textId="77777777" w:rsidTr="00923D7D">
        <w:tc>
          <w:tcPr>
            <w:tcW w:w="4962" w:type="dxa"/>
          </w:tcPr>
          <w:p w14:paraId="1E3B9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CFDC4A" w14:textId="66F7D503" w:rsidR="0085747A" w:rsidRPr="00F35D2A" w:rsidRDefault="003F1987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35D2A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7D7AB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E72C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B66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9116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702ED8" w14:textId="77777777" w:rsidTr="423DD7D3">
        <w:trPr>
          <w:trHeight w:val="397"/>
        </w:trPr>
        <w:tc>
          <w:tcPr>
            <w:tcW w:w="3544" w:type="dxa"/>
          </w:tcPr>
          <w:p w14:paraId="651D3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CBD9D3" w14:textId="380EBB55" w:rsidR="0085747A" w:rsidRPr="009C54AE" w:rsidRDefault="423DD7D3" w:rsidP="423DD7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23DD7D3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74D70C20" w14:textId="77777777" w:rsidTr="423DD7D3">
        <w:trPr>
          <w:trHeight w:val="397"/>
        </w:trPr>
        <w:tc>
          <w:tcPr>
            <w:tcW w:w="3544" w:type="dxa"/>
          </w:tcPr>
          <w:p w14:paraId="58C201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BA3D86" w14:textId="040A71E2" w:rsidR="0085747A" w:rsidRPr="009C54AE" w:rsidRDefault="423DD7D3" w:rsidP="423DD7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23DD7D3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8F92E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7F56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5BA3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AB811C" w14:textId="77777777" w:rsidTr="423DD7D3">
        <w:trPr>
          <w:trHeight w:val="397"/>
        </w:trPr>
        <w:tc>
          <w:tcPr>
            <w:tcW w:w="7513" w:type="dxa"/>
          </w:tcPr>
          <w:p w14:paraId="2694D8D9" w14:textId="095B0F26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423DD7D3">
              <w:rPr>
                <w:rFonts w:ascii="Corbel" w:hAnsi="Corbel"/>
                <w:smallCaps w:val="0"/>
              </w:rPr>
              <w:t>Literatura podstawowa:</w:t>
            </w:r>
          </w:p>
          <w:p w14:paraId="6CFCD41D" w14:textId="28B23211" w:rsidR="423DD7D3" w:rsidRDefault="423DD7D3" w:rsidP="423DD7D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560DD14" w14:textId="72FCFDDD" w:rsidR="00D77BC2" w:rsidRPr="00D77BC2" w:rsidRDefault="00D77BC2" w:rsidP="00D77BC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D77BC2">
              <w:rPr>
                <w:rFonts w:ascii="Corbel" w:hAnsi="Corbel"/>
                <w:b w:val="0"/>
                <w:bCs/>
                <w:smallCaps w:val="0"/>
                <w:szCs w:val="24"/>
              </w:rPr>
              <w:t>Szromnik</w:t>
            </w:r>
            <w:proofErr w:type="spellEnd"/>
            <w:r w:rsidRPr="00D77B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 Marketing terytorialny. Miasto i region na rynku, Wolters Kluwer, Warszawa 2016.</w:t>
            </w:r>
          </w:p>
          <w:p w14:paraId="52831C20" w14:textId="4D462C16" w:rsidR="00634C72" w:rsidRDefault="00D77BC2" w:rsidP="00634C7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77BC2">
              <w:rPr>
                <w:rFonts w:ascii="Corbel" w:hAnsi="Corbel"/>
                <w:b w:val="0"/>
                <w:bCs/>
                <w:smallCaps w:val="0"/>
                <w:szCs w:val="24"/>
              </w:rPr>
              <w:t>Florek M. Podstawy marketingu terytorialnego. Wydawnictwo Uniwersytetu Ekonomicznego w Poznaniu, 2013.</w:t>
            </w:r>
          </w:p>
          <w:p w14:paraId="099DD798" w14:textId="77777777" w:rsidR="00634C72" w:rsidRDefault="00634C72" w:rsidP="00634C7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6069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Cudny W. City branding and promotion, The strategic approach. </w:t>
            </w:r>
            <w:proofErr w:type="spellStart"/>
            <w:r w:rsidRPr="00634C72">
              <w:rPr>
                <w:rFonts w:ascii="Corbel" w:hAnsi="Corbel"/>
                <w:b w:val="0"/>
                <w:bCs/>
                <w:smallCaps w:val="0"/>
                <w:szCs w:val="24"/>
              </w:rPr>
              <w:t>Routledge</w:t>
            </w:r>
            <w:proofErr w:type="spellEnd"/>
            <w:r w:rsidRPr="00634C7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2019. </w:t>
            </w:r>
          </w:p>
          <w:p w14:paraId="7CDADF0A" w14:textId="0BE7B016" w:rsidR="00707155" w:rsidRPr="00634C72" w:rsidRDefault="00634C72" w:rsidP="003F198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6069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Ashworth, G., Kavaratzis, M. (Eds.). Towards effective place brand management: Branding European cities and regions. </w:t>
            </w:r>
            <w:r w:rsidRPr="00634C72">
              <w:rPr>
                <w:rFonts w:ascii="Corbel" w:hAnsi="Corbel"/>
                <w:b w:val="0"/>
                <w:bCs/>
                <w:smallCaps w:val="0"/>
                <w:szCs w:val="24"/>
              </w:rPr>
              <w:t>Edward Elgar Publishing 2010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5747A" w:rsidRPr="009C54AE" w14:paraId="768E953B" w14:textId="77777777" w:rsidTr="423DD7D3">
        <w:trPr>
          <w:trHeight w:val="397"/>
        </w:trPr>
        <w:tc>
          <w:tcPr>
            <w:tcW w:w="7513" w:type="dxa"/>
          </w:tcPr>
          <w:p w14:paraId="15850064" w14:textId="73097F2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423DD7D3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604AEB93" w14:textId="2AF52C17" w:rsidR="423DD7D3" w:rsidRDefault="423DD7D3" w:rsidP="423DD7D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E5ED50D" w14:textId="000DBA2A" w:rsidR="00403D74" w:rsidRDefault="00403D74" w:rsidP="00403D7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03D74">
              <w:rPr>
                <w:rFonts w:ascii="Corbel" w:hAnsi="Corbel"/>
                <w:b w:val="0"/>
                <w:bCs/>
                <w:smallCaps w:val="0"/>
                <w:szCs w:val="24"/>
              </w:rPr>
              <w:t>Florek M. Kapitał marki miasta zorientowany na konsumenta – źródła i pomiar, Wydawnictwo Uniwersytetu Ekonomicznego w Poznaniu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Poznań 2014.</w:t>
            </w:r>
          </w:p>
          <w:p w14:paraId="146EB7D1" w14:textId="5C1CFDEB" w:rsidR="00573BC5" w:rsidRPr="00C52F7C" w:rsidRDefault="00F321A1" w:rsidP="423DD7D3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423DD7D3">
              <w:rPr>
                <w:rFonts w:ascii="Corbel" w:hAnsi="Corbel"/>
                <w:sz w:val="24"/>
                <w:szCs w:val="24"/>
              </w:rPr>
              <w:t xml:space="preserve">Public relations w sferze publicznej: wizerunek i komunikacja, red. M. </w:t>
            </w:r>
            <w:proofErr w:type="spellStart"/>
            <w:r w:rsidRPr="423DD7D3">
              <w:rPr>
                <w:rFonts w:ascii="Corbel" w:hAnsi="Corbel"/>
                <w:sz w:val="24"/>
                <w:szCs w:val="24"/>
              </w:rPr>
              <w:t>Tabernacka</w:t>
            </w:r>
            <w:proofErr w:type="spellEnd"/>
            <w:r w:rsidRPr="423DD7D3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Pr="423DD7D3">
              <w:rPr>
                <w:rFonts w:ascii="Corbel" w:hAnsi="Corbel"/>
                <w:sz w:val="24"/>
                <w:szCs w:val="24"/>
              </w:rPr>
              <w:t>Szadok-Bratuń</w:t>
            </w:r>
            <w:proofErr w:type="spellEnd"/>
            <w:r w:rsidRPr="423DD7D3">
              <w:rPr>
                <w:rFonts w:ascii="Corbel" w:hAnsi="Corbel"/>
                <w:sz w:val="24"/>
                <w:szCs w:val="24"/>
              </w:rPr>
              <w:t>, Wolters Kluwer Polska,  Warszawa  2012.</w:t>
            </w:r>
          </w:p>
        </w:tc>
      </w:tr>
    </w:tbl>
    <w:p w14:paraId="30D366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0A4DFB" w14:textId="44BCBC44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8F5A12" w14:textId="717F1517" w:rsidR="00230227" w:rsidRPr="00230227" w:rsidRDefault="00230227" w:rsidP="00230227"/>
    <w:sectPr w:rsidR="00230227" w:rsidRPr="002302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4B68" w14:textId="77777777" w:rsidR="00F646CC" w:rsidRDefault="00F646CC" w:rsidP="00C16ABF">
      <w:pPr>
        <w:spacing w:after="0" w:line="240" w:lineRule="auto"/>
      </w:pPr>
      <w:r>
        <w:separator/>
      </w:r>
    </w:p>
  </w:endnote>
  <w:endnote w:type="continuationSeparator" w:id="0">
    <w:p w14:paraId="561FE3B6" w14:textId="77777777" w:rsidR="00F646CC" w:rsidRDefault="00F646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FEC55" w14:textId="77777777" w:rsidR="00F646CC" w:rsidRDefault="00F646CC" w:rsidP="00C16ABF">
      <w:pPr>
        <w:spacing w:after="0" w:line="240" w:lineRule="auto"/>
      </w:pPr>
      <w:r>
        <w:separator/>
      </w:r>
    </w:p>
  </w:footnote>
  <w:footnote w:type="continuationSeparator" w:id="0">
    <w:p w14:paraId="35E0B750" w14:textId="77777777" w:rsidR="00F646CC" w:rsidRDefault="00F646CC" w:rsidP="00C16ABF">
      <w:pPr>
        <w:spacing w:after="0" w:line="240" w:lineRule="auto"/>
      </w:pPr>
      <w:r>
        <w:continuationSeparator/>
      </w:r>
    </w:p>
  </w:footnote>
  <w:footnote w:id="1">
    <w:p w14:paraId="391971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9F67E6"/>
    <w:multiLevelType w:val="hybridMultilevel"/>
    <w:tmpl w:val="3CD667A6"/>
    <w:lvl w:ilvl="0" w:tplc="B178F4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6323B"/>
    <w:multiLevelType w:val="hybridMultilevel"/>
    <w:tmpl w:val="06E49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ED7"/>
    <w:rsid w:val="00015B8F"/>
    <w:rsid w:val="00022ECE"/>
    <w:rsid w:val="00042A51"/>
    <w:rsid w:val="00042D2E"/>
    <w:rsid w:val="00044C82"/>
    <w:rsid w:val="00064230"/>
    <w:rsid w:val="00070ED6"/>
    <w:rsid w:val="000742DC"/>
    <w:rsid w:val="00084C12"/>
    <w:rsid w:val="0009462C"/>
    <w:rsid w:val="00094B12"/>
    <w:rsid w:val="00096C46"/>
    <w:rsid w:val="000A296F"/>
    <w:rsid w:val="000A2A28"/>
    <w:rsid w:val="000A3460"/>
    <w:rsid w:val="000A3CDF"/>
    <w:rsid w:val="000A4845"/>
    <w:rsid w:val="000B192D"/>
    <w:rsid w:val="000B28EE"/>
    <w:rsid w:val="000B3E37"/>
    <w:rsid w:val="000D04B0"/>
    <w:rsid w:val="000F1C57"/>
    <w:rsid w:val="000F5615"/>
    <w:rsid w:val="00107F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0F8"/>
    <w:rsid w:val="001718A7"/>
    <w:rsid w:val="001737CF"/>
    <w:rsid w:val="00176083"/>
    <w:rsid w:val="00192F37"/>
    <w:rsid w:val="001A70D2"/>
    <w:rsid w:val="001B2D38"/>
    <w:rsid w:val="001D657B"/>
    <w:rsid w:val="001D7B54"/>
    <w:rsid w:val="001E0209"/>
    <w:rsid w:val="001F2CA2"/>
    <w:rsid w:val="001F4CE0"/>
    <w:rsid w:val="002144C0"/>
    <w:rsid w:val="0022477D"/>
    <w:rsid w:val="002278A9"/>
    <w:rsid w:val="00230227"/>
    <w:rsid w:val="002336F9"/>
    <w:rsid w:val="0023707A"/>
    <w:rsid w:val="00237EFD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4E"/>
    <w:rsid w:val="002C1F06"/>
    <w:rsid w:val="002D3375"/>
    <w:rsid w:val="002D73D4"/>
    <w:rsid w:val="002F02A3"/>
    <w:rsid w:val="002F4ABE"/>
    <w:rsid w:val="002F6447"/>
    <w:rsid w:val="003018BA"/>
    <w:rsid w:val="0030395F"/>
    <w:rsid w:val="00305C92"/>
    <w:rsid w:val="00307565"/>
    <w:rsid w:val="003151C5"/>
    <w:rsid w:val="003343CF"/>
    <w:rsid w:val="003373C5"/>
    <w:rsid w:val="00346FE9"/>
    <w:rsid w:val="0034759A"/>
    <w:rsid w:val="003503F6"/>
    <w:rsid w:val="003530DD"/>
    <w:rsid w:val="00356789"/>
    <w:rsid w:val="00363F78"/>
    <w:rsid w:val="00390D0E"/>
    <w:rsid w:val="003A0A5B"/>
    <w:rsid w:val="003A1176"/>
    <w:rsid w:val="003C0BAE"/>
    <w:rsid w:val="003D18A9"/>
    <w:rsid w:val="003D6CE2"/>
    <w:rsid w:val="003E1941"/>
    <w:rsid w:val="003E2FE6"/>
    <w:rsid w:val="003E49D5"/>
    <w:rsid w:val="003F1987"/>
    <w:rsid w:val="003F205D"/>
    <w:rsid w:val="003F38C0"/>
    <w:rsid w:val="00403D74"/>
    <w:rsid w:val="0041202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8B4"/>
    <w:rsid w:val="004840FD"/>
    <w:rsid w:val="004903FD"/>
    <w:rsid w:val="00490F7D"/>
    <w:rsid w:val="00491678"/>
    <w:rsid w:val="004968E2"/>
    <w:rsid w:val="004A3EEA"/>
    <w:rsid w:val="004A4D1F"/>
    <w:rsid w:val="004D5282"/>
    <w:rsid w:val="004F1551"/>
    <w:rsid w:val="004F55A3"/>
    <w:rsid w:val="00503D53"/>
    <w:rsid w:val="0050496F"/>
    <w:rsid w:val="00513B6F"/>
    <w:rsid w:val="00517C63"/>
    <w:rsid w:val="005363C4"/>
    <w:rsid w:val="00536BDE"/>
    <w:rsid w:val="00543ACC"/>
    <w:rsid w:val="00543F3F"/>
    <w:rsid w:val="00554E69"/>
    <w:rsid w:val="00560EBB"/>
    <w:rsid w:val="0056696D"/>
    <w:rsid w:val="00573BC5"/>
    <w:rsid w:val="0059484D"/>
    <w:rsid w:val="005A0855"/>
    <w:rsid w:val="005A133C"/>
    <w:rsid w:val="005A3196"/>
    <w:rsid w:val="005C080F"/>
    <w:rsid w:val="005C3C2B"/>
    <w:rsid w:val="005C55E5"/>
    <w:rsid w:val="005C696A"/>
    <w:rsid w:val="005E6E85"/>
    <w:rsid w:val="005F31D2"/>
    <w:rsid w:val="0060527C"/>
    <w:rsid w:val="0061029B"/>
    <w:rsid w:val="00617230"/>
    <w:rsid w:val="00621CE1"/>
    <w:rsid w:val="00627FC9"/>
    <w:rsid w:val="00630041"/>
    <w:rsid w:val="00634C72"/>
    <w:rsid w:val="00647FA8"/>
    <w:rsid w:val="00650C5F"/>
    <w:rsid w:val="00652234"/>
    <w:rsid w:val="00654934"/>
    <w:rsid w:val="006620D9"/>
    <w:rsid w:val="00671958"/>
    <w:rsid w:val="00675843"/>
    <w:rsid w:val="006846D7"/>
    <w:rsid w:val="00696477"/>
    <w:rsid w:val="006C40D4"/>
    <w:rsid w:val="006D050F"/>
    <w:rsid w:val="006D6139"/>
    <w:rsid w:val="006E5D65"/>
    <w:rsid w:val="006F1282"/>
    <w:rsid w:val="006F1FBC"/>
    <w:rsid w:val="006F31E2"/>
    <w:rsid w:val="006F6F9C"/>
    <w:rsid w:val="007024B9"/>
    <w:rsid w:val="00706544"/>
    <w:rsid w:val="00707155"/>
    <w:rsid w:val="007072BA"/>
    <w:rsid w:val="0071620A"/>
    <w:rsid w:val="00724677"/>
    <w:rsid w:val="00725459"/>
    <w:rsid w:val="00731393"/>
    <w:rsid w:val="007327BD"/>
    <w:rsid w:val="00734608"/>
    <w:rsid w:val="00745302"/>
    <w:rsid w:val="007461D6"/>
    <w:rsid w:val="00746EC8"/>
    <w:rsid w:val="00750A82"/>
    <w:rsid w:val="00763BF1"/>
    <w:rsid w:val="00766FD4"/>
    <w:rsid w:val="0078168C"/>
    <w:rsid w:val="0078214C"/>
    <w:rsid w:val="00787C2A"/>
    <w:rsid w:val="00790490"/>
    <w:rsid w:val="00790E27"/>
    <w:rsid w:val="007A4022"/>
    <w:rsid w:val="007A6E6E"/>
    <w:rsid w:val="007C2B4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79F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D74"/>
    <w:rsid w:val="008E64F4"/>
    <w:rsid w:val="008F12C9"/>
    <w:rsid w:val="008F6E29"/>
    <w:rsid w:val="00911EFC"/>
    <w:rsid w:val="00916188"/>
    <w:rsid w:val="00922CB6"/>
    <w:rsid w:val="00923D7D"/>
    <w:rsid w:val="00935EC6"/>
    <w:rsid w:val="009508DF"/>
    <w:rsid w:val="00950DAC"/>
    <w:rsid w:val="00954A07"/>
    <w:rsid w:val="009653B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639"/>
    <w:rsid w:val="00A53FA5"/>
    <w:rsid w:val="00A54817"/>
    <w:rsid w:val="00A56523"/>
    <w:rsid w:val="00A601C8"/>
    <w:rsid w:val="00A60799"/>
    <w:rsid w:val="00A84C85"/>
    <w:rsid w:val="00A97DE1"/>
    <w:rsid w:val="00AB053C"/>
    <w:rsid w:val="00AD1146"/>
    <w:rsid w:val="00AD27D3"/>
    <w:rsid w:val="00AD3872"/>
    <w:rsid w:val="00AD66D6"/>
    <w:rsid w:val="00AE1160"/>
    <w:rsid w:val="00AE203C"/>
    <w:rsid w:val="00AE2E74"/>
    <w:rsid w:val="00AE5FCB"/>
    <w:rsid w:val="00AF2C1E"/>
    <w:rsid w:val="00B06142"/>
    <w:rsid w:val="00B07ECF"/>
    <w:rsid w:val="00B135B1"/>
    <w:rsid w:val="00B3130B"/>
    <w:rsid w:val="00B40ADB"/>
    <w:rsid w:val="00B43B77"/>
    <w:rsid w:val="00B43E80"/>
    <w:rsid w:val="00B607DB"/>
    <w:rsid w:val="00B64226"/>
    <w:rsid w:val="00B66529"/>
    <w:rsid w:val="00B75946"/>
    <w:rsid w:val="00B8056E"/>
    <w:rsid w:val="00B819C8"/>
    <w:rsid w:val="00B82308"/>
    <w:rsid w:val="00B90885"/>
    <w:rsid w:val="00BB520A"/>
    <w:rsid w:val="00BC42F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0C6"/>
    <w:rsid w:val="00C26CB7"/>
    <w:rsid w:val="00C324C1"/>
    <w:rsid w:val="00C36992"/>
    <w:rsid w:val="00C52F7C"/>
    <w:rsid w:val="00C56036"/>
    <w:rsid w:val="00C61DC5"/>
    <w:rsid w:val="00C67E92"/>
    <w:rsid w:val="00C70A26"/>
    <w:rsid w:val="00C766DF"/>
    <w:rsid w:val="00C94B96"/>
    <w:rsid w:val="00C94B98"/>
    <w:rsid w:val="00CA2B96"/>
    <w:rsid w:val="00CA5089"/>
    <w:rsid w:val="00CA56E5"/>
    <w:rsid w:val="00CC01CD"/>
    <w:rsid w:val="00CC78DC"/>
    <w:rsid w:val="00CD6897"/>
    <w:rsid w:val="00CE5BAC"/>
    <w:rsid w:val="00CF25BE"/>
    <w:rsid w:val="00CF78ED"/>
    <w:rsid w:val="00D02B25"/>
    <w:rsid w:val="00D02EBA"/>
    <w:rsid w:val="00D133AC"/>
    <w:rsid w:val="00D17C3C"/>
    <w:rsid w:val="00D26B2C"/>
    <w:rsid w:val="00D352C9"/>
    <w:rsid w:val="00D425B2"/>
    <w:rsid w:val="00D428D6"/>
    <w:rsid w:val="00D552B2"/>
    <w:rsid w:val="00D60697"/>
    <w:rsid w:val="00D608D1"/>
    <w:rsid w:val="00D74119"/>
    <w:rsid w:val="00D77BC2"/>
    <w:rsid w:val="00D8075B"/>
    <w:rsid w:val="00D8678B"/>
    <w:rsid w:val="00DA2114"/>
    <w:rsid w:val="00DE09C0"/>
    <w:rsid w:val="00DE4A14"/>
    <w:rsid w:val="00DE60EB"/>
    <w:rsid w:val="00DF320D"/>
    <w:rsid w:val="00DF7007"/>
    <w:rsid w:val="00DF71C8"/>
    <w:rsid w:val="00E129B8"/>
    <w:rsid w:val="00E21E7D"/>
    <w:rsid w:val="00E22CB2"/>
    <w:rsid w:val="00E22FBC"/>
    <w:rsid w:val="00E24BF5"/>
    <w:rsid w:val="00E25338"/>
    <w:rsid w:val="00E51E44"/>
    <w:rsid w:val="00E63348"/>
    <w:rsid w:val="00E742AA"/>
    <w:rsid w:val="00E75497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0E3"/>
    <w:rsid w:val="00EE32DE"/>
    <w:rsid w:val="00EE5457"/>
    <w:rsid w:val="00F070AB"/>
    <w:rsid w:val="00F17567"/>
    <w:rsid w:val="00F27A7B"/>
    <w:rsid w:val="00F321A1"/>
    <w:rsid w:val="00F35D2A"/>
    <w:rsid w:val="00F526AF"/>
    <w:rsid w:val="00F617C3"/>
    <w:rsid w:val="00F646CC"/>
    <w:rsid w:val="00F7066B"/>
    <w:rsid w:val="00F711D6"/>
    <w:rsid w:val="00F83B28"/>
    <w:rsid w:val="00F974DA"/>
    <w:rsid w:val="00FA46E5"/>
    <w:rsid w:val="00FB7DBA"/>
    <w:rsid w:val="00FC1C25"/>
    <w:rsid w:val="00FC3F45"/>
    <w:rsid w:val="00FD431D"/>
    <w:rsid w:val="00FD503F"/>
    <w:rsid w:val="00FD7589"/>
    <w:rsid w:val="00FE75D3"/>
    <w:rsid w:val="00FF016A"/>
    <w:rsid w:val="00FF1401"/>
    <w:rsid w:val="00FF2ED6"/>
    <w:rsid w:val="00FF5E7D"/>
    <w:rsid w:val="0D64F661"/>
    <w:rsid w:val="1FE61084"/>
    <w:rsid w:val="220A6D02"/>
    <w:rsid w:val="2B8857C0"/>
    <w:rsid w:val="34BFCB60"/>
    <w:rsid w:val="37D6D881"/>
    <w:rsid w:val="3897BFD6"/>
    <w:rsid w:val="3AF66E1C"/>
    <w:rsid w:val="3B8D5C31"/>
    <w:rsid w:val="3CBA39E6"/>
    <w:rsid w:val="3EC23D3C"/>
    <w:rsid w:val="3F34A039"/>
    <w:rsid w:val="423DD7D3"/>
    <w:rsid w:val="455D1A81"/>
    <w:rsid w:val="45AB69A1"/>
    <w:rsid w:val="5F9004A4"/>
    <w:rsid w:val="730868D2"/>
    <w:rsid w:val="76C72FC6"/>
    <w:rsid w:val="7C20E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731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0c0d5-b707-4a41-8f36-49d63306889e" xsi:nil="true"/>
    <lcf76f155ced4ddcb4097134ff3c332f xmlns="64c3ff55-66d2-4327-be16-6db36224ad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9315734B02C9498F95D5A9376B289D" ma:contentTypeVersion="10" ma:contentTypeDescription="Utwórz nowy dokument." ma:contentTypeScope="" ma:versionID="3b2b5a3db6094d1eeb4806acc3e4bd9b">
  <xsd:schema xmlns:xsd="http://www.w3.org/2001/XMLSchema" xmlns:xs="http://www.w3.org/2001/XMLSchema" xmlns:p="http://schemas.microsoft.com/office/2006/metadata/properties" xmlns:ns2="64c3ff55-66d2-4327-be16-6db36224ad05" xmlns:ns3="e9d0c0d5-b707-4a41-8f36-49d63306889e" targetNamespace="http://schemas.microsoft.com/office/2006/metadata/properties" ma:root="true" ma:fieldsID="8336e5676997d496c3e598af013e8da3" ns2:_="" ns3:_="">
    <xsd:import namespace="64c3ff55-66d2-4327-be16-6db36224ad05"/>
    <xsd:import namespace="e9d0c0d5-b707-4a41-8f36-49d633068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3ff55-66d2-4327-be16-6db36224a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0c0d5-b707-4a41-8f36-49d63306889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8e01d4-eda3-4393-9ddd-a5afe74d53b1}" ma:internalName="TaxCatchAll" ma:showField="CatchAllData" ma:web="e9d0c0d5-b707-4a41-8f36-49d6330688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  <ds:schemaRef ds:uri="e9d0c0d5-b707-4a41-8f36-49d63306889e"/>
    <ds:schemaRef ds:uri="64c3ff55-66d2-4327-be16-6db36224ad05"/>
  </ds:schemaRefs>
</ds:datastoreItem>
</file>

<file path=customXml/itemProps2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B4736-A0B1-483A-A472-F19D6782C0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3ff55-66d2-4327-be16-6db36224ad05"/>
    <ds:schemaRef ds:uri="e9d0c0d5-b707-4a41-8f36-49d6330688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ED9B14-37E8-421D-A972-B7CE782CA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950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</cp:lastModifiedBy>
  <cp:revision>2</cp:revision>
  <cp:lastPrinted>2022-06-10T19:29:00Z</cp:lastPrinted>
  <dcterms:created xsi:type="dcterms:W3CDTF">2025-06-23T08:43:00Z</dcterms:created>
  <dcterms:modified xsi:type="dcterms:W3CDTF">2025-06-23T08:43:00Z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0x010100199315734B02C9498F95D5A9376B289D</vt:lpwstr>
  </property>
  <property fmtid="{D5CDD505-2E9C-101B-9397-08002B2CF9AE}" pid="3" name="MediaServiceImageTags">
    <vt:lpwstr/>
  </property>
</Properties>
</file>